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CF44D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62EA9028" wp14:editId="5BA94A64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0897B27A" wp14:editId="3EA6A51F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F506FC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6019E9A8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5D25B276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0A3C504E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46E18858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553860CC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6EE6613A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172CD639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2E230EC4" w14:textId="77777777" w:rsidR="00FA0057" w:rsidRPr="00B752EE" w:rsidRDefault="0048622B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</w:p>
    <w:p w14:paraId="11FA48AD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49C2D5A9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528B92CE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4F8BBD94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3EF4C150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</w:t>
      </w:r>
      <w:proofErr w:type="gramStart"/>
      <w:r w:rsidRPr="00B752EE">
        <w:rPr>
          <w:rFonts w:ascii="Marianne Light" w:hAnsi="Marianne Light" w:cs="Arial"/>
          <w:sz w:val="18"/>
          <w:szCs w:val="22"/>
        </w:rPr>
        <w:t>fonction</w:t>
      </w:r>
      <w:proofErr w:type="gramEnd"/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4EA8FF24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proofErr w:type="gramStart"/>
      <w:r w:rsidRPr="00B752EE">
        <w:rPr>
          <w:rFonts w:ascii="Marianne Light" w:hAnsi="Marianne Light" w:cs="Arial"/>
          <w:sz w:val="18"/>
          <w:szCs w:val="22"/>
        </w:rPr>
        <w:t>certifie</w:t>
      </w:r>
      <w:proofErr w:type="gramEnd"/>
      <w:r w:rsidRPr="00B752EE">
        <w:rPr>
          <w:rFonts w:ascii="Marianne Light" w:hAnsi="Marianne Light" w:cs="Arial"/>
          <w:sz w:val="18"/>
          <w:szCs w:val="22"/>
        </w:rPr>
        <w:t xml:space="preserve">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4450E331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6E28A3D8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28227587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4D0390C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1CD65992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6636F4C1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65586B39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4C91734E" w14:textId="77777777" w:rsidTr="00E6236A">
        <w:tc>
          <w:tcPr>
            <w:tcW w:w="4606" w:type="dxa"/>
          </w:tcPr>
          <w:p w14:paraId="0C16651E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5231E998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5FDB40D0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7952482C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64A7AD4E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0FB063C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CF085F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3250F355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693D52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065FC4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38B52C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2F4991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CA1720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89F4CC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250716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31AC4A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4F7CEE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1CA4F2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94AC0E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43D7AAB2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43BC58D6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2BA8F258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0B65E354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5ECEBA52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proofErr w:type="gramStart"/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 xml:space="preserve">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3BCECD75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07ACCA0A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0ACF8E85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79B3039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7795E57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03014617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037C8" w14:textId="77777777" w:rsidR="00422825" w:rsidRDefault="00422825" w:rsidP="002262AF">
      <w:r>
        <w:separator/>
      </w:r>
    </w:p>
  </w:endnote>
  <w:endnote w:type="continuationSeparator" w:id="0">
    <w:p w14:paraId="6D65158A" w14:textId="77777777" w:rsidR="00422825" w:rsidRDefault="00422825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FCE88" w14:textId="77777777" w:rsidR="00300E3B" w:rsidRDefault="00300E3B">
    <w:pPr>
      <w:pStyle w:val="Pieddepage"/>
    </w:pPr>
  </w:p>
  <w:p w14:paraId="195505C0" w14:textId="1552E253" w:rsidR="00300E3B" w:rsidRDefault="00F74CF8" w:rsidP="00422825">
    <w:pPr>
      <w:ind w:left="284" w:right="283"/>
      <w:jc w:val="center"/>
    </w:pPr>
    <w:r>
      <w:rPr>
        <w:sz w:val="16"/>
        <w:szCs w:val="16"/>
      </w:rPr>
      <w:t>Affaire n°</w:t>
    </w:r>
    <w:r w:rsidR="00422825">
      <w:rPr>
        <w:sz w:val="16"/>
        <w:szCs w:val="16"/>
      </w:rPr>
      <w:t>2025M</w:t>
    </w:r>
    <w:proofErr w:type="gramStart"/>
    <w:r w:rsidR="00422825">
      <w:rPr>
        <w:sz w:val="16"/>
        <w:szCs w:val="16"/>
      </w:rPr>
      <w:t>48</w:t>
    </w:r>
    <w:r w:rsidR="00300E3B">
      <w:rPr>
        <w:sz w:val="16"/>
        <w:szCs w:val="16"/>
      </w:rPr>
      <w:t xml:space="preserve">  -</w:t>
    </w:r>
    <w:proofErr w:type="gramEnd"/>
    <w:r w:rsidR="00300E3B">
      <w:rPr>
        <w:sz w:val="16"/>
        <w:szCs w:val="16"/>
      </w:rPr>
      <w:t xml:space="preserve"> </w:t>
    </w:r>
    <w:r w:rsidR="00422825" w:rsidRPr="00422825">
      <w:rPr>
        <w:bCs/>
        <w:sz w:val="16"/>
        <w:szCs w:val="16"/>
      </w:rPr>
      <w:t>TRAVAUX DE REQUALIFICATION DU SENTIER D'ACCES AU FOND DE CALANQUES DE PORT-MIOU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E9D07" w14:textId="77777777" w:rsidR="00422825" w:rsidRDefault="00422825" w:rsidP="002262AF">
      <w:r>
        <w:separator/>
      </w:r>
    </w:p>
  </w:footnote>
  <w:footnote w:type="continuationSeparator" w:id="0">
    <w:p w14:paraId="56EF2BEC" w14:textId="77777777" w:rsidR="00422825" w:rsidRDefault="00422825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25"/>
    <w:rsid w:val="0005033A"/>
    <w:rsid w:val="0020303E"/>
    <w:rsid w:val="002262AF"/>
    <w:rsid w:val="002817CE"/>
    <w:rsid w:val="00300E3B"/>
    <w:rsid w:val="003133A1"/>
    <w:rsid w:val="00317B99"/>
    <w:rsid w:val="0037484B"/>
    <w:rsid w:val="00422825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E4FC6"/>
    <w:rsid w:val="00D56AA5"/>
    <w:rsid w:val="00E04012"/>
    <w:rsid w:val="00E27D25"/>
    <w:rsid w:val="00E6236A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28E66"/>
  <w15:chartTrackingRefBased/>
  <w15:docId w15:val="{DFBE15B6-CF58-4312-80A2-FCB33835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Attestation_visite_site.dotx</Template>
  <TotalTime>2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FAYAT Thomas</dc:creator>
  <cp:keywords/>
  <dc:description>à joindre au DCE, dans les modalités de la consultation</dc:description>
  <cp:lastModifiedBy>FAYAT Thomas</cp:lastModifiedBy>
  <cp:revision>1</cp:revision>
  <dcterms:created xsi:type="dcterms:W3CDTF">2025-07-29T08:28:00Z</dcterms:created>
  <dcterms:modified xsi:type="dcterms:W3CDTF">2025-07-29T08:30:00Z</dcterms:modified>
</cp:coreProperties>
</file>